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18" w:rsidRPr="00641577" w:rsidRDefault="00737218" w:rsidP="00641577">
      <w:pPr>
        <w:spacing w:line="240" w:lineRule="auto"/>
        <w:rPr>
          <w:rFonts w:cs="Calibri"/>
          <w:sz w:val="24"/>
          <w:szCs w:val="24"/>
        </w:rPr>
      </w:pPr>
      <w:r w:rsidRPr="00641577">
        <w:rPr>
          <w:rFonts w:cs="Calibri"/>
          <w:sz w:val="24"/>
          <w:szCs w:val="24"/>
        </w:rPr>
        <w:t>Marvin C. Ramirez</w:t>
      </w:r>
      <w:r w:rsidRPr="00641577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</w:t>
      </w:r>
      <w:r w:rsidRPr="00641577">
        <w:rPr>
          <w:rFonts w:cs="Calibri"/>
          <w:sz w:val="24"/>
          <w:szCs w:val="24"/>
        </w:rPr>
        <w:t>BSED-ENGL</w:t>
      </w:r>
      <w:r>
        <w:rPr>
          <w:rFonts w:cs="Calibri"/>
          <w:sz w:val="24"/>
          <w:szCs w:val="24"/>
        </w:rPr>
        <w:t>2</w:t>
      </w:r>
    </w:p>
    <w:p w:rsidR="00737218" w:rsidRDefault="00737218" w:rsidP="00641577">
      <w:pPr>
        <w:spacing w:line="240" w:lineRule="auto"/>
        <w:rPr>
          <w:rFonts w:cs="Calibri"/>
          <w:sz w:val="24"/>
          <w:szCs w:val="24"/>
        </w:rPr>
      </w:pPr>
      <w:r w:rsidRPr="00641577">
        <w:rPr>
          <w:rFonts w:cs="Calibri"/>
          <w:sz w:val="24"/>
          <w:szCs w:val="24"/>
        </w:rPr>
        <w:t xml:space="preserve">Lesson 1: </w:t>
      </w:r>
      <w:r w:rsidRPr="00641577">
        <w:rPr>
          <w:rFonts w:cs="Calibri"/>
          <w:i/>
          <w:sz w:val="24"/>
          <w:szCs w:val="24"/>
        </w:rPr>
        <w:t>Meaning of Educational Technology</w:t>
      </w:r>
      <w:r w:rsidRPr="00641577">
        <w:rPr>
          <w:rFonts w:cs="Calibri"/>
          <w:i/>
          <w:sz w:val="24"/>
          <w:szCs w:val="24"/>
        </w:rPr>
        <w:br/>
      </w:r>
    </w:p>
    <w:p w:rsidR="00737218" w:rsidRPr="00641577" w:rsidRDefault="00737218" w:rsidP="00641577">
      <w:pPr>
        <w:spacing w:line="240" w:lineRule="auto"/>
        <w:rPr>
          <w:rFonts w:cs="Calibri"/>
          <w:sz w:val="24"/>
          <w:szCs w:val="24"/>
        </w:rPr>
      </w:pPr>
      <w:r w:rsidRPr="00641577">
        <w:rPr>
          <w:rFonts w:cs="Calibri"/>
          <w:sz w:val="24"/>
          <w:szCs w:val="24"/>
        </w:rPr>
        <w:t>Learning Bank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737218" w:rsidRPr="001815FC" w:rsidTr="001815FC">
        <w:trPr>
          <w:trHeight w:val="1196"/>
        </w:trPr>
        <w:tc>
          <w:tcPr>
            <w:tcW w:w="4788" w:type="dxa"/>
          </w:tcPr>
          <w:p w:rsidR="00737218" w:rsidRPr="001815FC" w:rsidRDefault="00737218" w:rsidP="001815F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737218" w:rsidRPr="001815FC" w:rsidRDefault="00737218" w:rsidP="001815FC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815FC">
              <w:rPr>
                <w:rFonts w:cs="Calibri"/>
                <w:b/>
                <w:sz w:val="24"/>
                <w:szCs w:val="24"/>
              </w:rPr>
              <w:t>Deposit/s</w:t>
            </w:r>
          </w:p>
          <w:p w:rsidR="00737218" w:rsidRPr="001815FC" w:rsidRDefault="00737218" w:rsidP="001815FC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815FC">
              <w:rPr>
                <w:rFonts w:cs="Calibri"/>
                <w:b/>
                <w:sz w:val="24"/>
                <w:szCs w:val="24"/>
              </w:rPr>
              <w:t>(What I learned)</w:t>
            </w:r>
          </w:p>
        </w:tc>
        <w:tc>
          <w:tcPr>
            <w:tcW w:w="4788" w:type="dxa"/>
          </w:tcPr>
          <w:p w:rsidR="00737218" w:rsidRPr="001815FC" w:rsidRDefault="00737218" w:rsidP="001815F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737218" w:rsidRPr="001815FC" w:rsidRDefault="00737218" w:rsidP="001815FC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815FC">
              <w:rPr>
                <w:rFonts w:cs="Calibri"/>
                <w:b/>
                <w:sz w:val="24"/>
                <w:szCs w:val="24"/>
              </w:rPr>
              <w:t>Dividend/s</w:t>
            </w:r>
          </w:p>
          <w:p w:rsidR="00737218" w:rsidRPr="001815FC" w:rsidRDefault="00737218" w:rsidP="001815FC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815FC">
              <w:rPr>
                <w:rFonts w:cs="Calibri"/>
                <w:b/>
                <w:sz w:val="24"/>
                <w:szCs w:val="24"/>
              </w:rPr>
              <w:t>(How I use what I learned in my life)</w:t>
            </w:r>
          </w:p>
        </w:tc>
      </w:tr>
      <w:tr w:rsidR="00737218" w:rsidRPr="001815FC" w:rsidTr="001815FC">
        <w:trPr>
          <w:trHeight w:val="6839"/>
        </w:trPr>
        <w:tc>
          <w:tcPr>
            <w:tcW w:w="4788" w:type="dxa"/>
          </w:tcPr>
          <w:p w:rsidR="00737218" w:rsidRPr="001815FC" w:rsidRDefault="00737218" w:rsidP="001815FC">
            <w:pPr>
              <w:spacing w:after="0" w:line="240" w:lineRule="auto"/>
              <w:rPr>
                <w:rFonts w:cs="Calibri"/>
              </w:rPr>
            </w:pPr>
          </w:p>
          <w:p w:rsidR="00737218" w:rsidRPr="001815FC" w:rsidRDefault="00737218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I learned what Educational Technology is all about.</w:t>
            </w:r>
          </w:p>
          <w:p w:rsidR="00737218" w:rsidRPr="001815FC" w:rsidRDefault="00737218" w:rsidP="001815F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737218" w:rsidRPr="001815FC" w:rsidRDefault="00737218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I learned that Educational Technology is a field study which is concerned about making techniques for teaching. It involves some teaching aids that would help the children’s learning.</w:t>
            </w:r>
          </w:p>
          <w:p w:rsidR="00737218" w:rsidRPr="001815FC" w:rsidRDefault="00737218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737218" w:rsidRPr="001815FC" w:rsidRDefault="00737218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I also learned that educational technology is a field involved in applying complex, intellectual techniques and integrated processes to analyze and solve problems in human learning.</w:t>
            </w:r>
          </w:p>
          <w:p w:rsidR="00737218" w:rsidRPr="001815FC" w:rsidRDefault="00737218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737218" w:rsidRPr="001815FC" w:rsidRDefault="00737218" w:rsidP="001815F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I also learned that technology does not only refer to machines. It is a planned, systematic method of working to achieve planned outcomes thus it is a process not a product.</w:t>
            </w:r>
          </w:p>
          <w:p w:rsidR="00737218" w:rsidRPr="001815FC" w:rsidRDefault="00737218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737218" w:rsidRPr="007355F2" w:rsidRDefault="00737218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355F2">
              <w:rPr>
                <w:rFonts w:cs="Calibri"/>
                <w:sz w:val="24"/>
                <w:szCs w:val="24"/>
              </w:rPr>
              <w:t xml:space="preserve">Educational Technology thought me not to depend on machines and gadgets thus I must plan and organize all the </w:t>
            </w:r>
            <w:r w:rsidRPr="007355F2">
              <w:rPr>
                <w:rFonts w:cs="Calibri"/>
                <w:sz w:val="24"/>
                <w:szCs w:val="24"/>
                <w:u w:color="82C42A"/>
              </w:rPr>
              <w:t>data</w:t>
            </w:r>
            <w:r w:rsidRPr="007355F2">
              <w:rPr>
                <w:rFonts w:cs="Calibri"/>
                <w:sz w:val="24"/>
                <w:szCs w:val="24"/>
              </w:rPr>
              <w:t xml:space="preserve"> and ideas for me to become an effective teacher.</w:t>
            </w:r>
          </w:p>
          <w:p w:rsidR="00737218" w:rsidRPr="001815FC" w:rsidRDefault="00737218" w:rsidP="001815FC">
            <w:pPr>
              <w:pStyle w:val="ListParagraph"/>
              <w:spacing w:after="0" w:line="240" w:lineRule="auto"/>
              <w:rPr>
                <w:rFonts w:cs="Calibri"/>
              </w:rPr>
            </w:pPr>
          </w:p>
          <w:p w:rsidR="00737218" w:rsidRPr="001815FC" w:rsidRDefault="00737218" w:rsidP="001815FC">
            <w:pPr>
              <w:pStyle w:val="ListParagraph"/>
              <w:spacing w:after="0" w:line="240" w:lineRule="auto"/>
              <w:rPr>
                <w:rFonts w:cs="Calibri"/>
              </w:rPr>
            </w:pPr>
          </w:p>
        </w:tc>
        <w:tc>
          <w:tcPr>
            <w:tcW w:w="4788" w:type="dxa"/>
          </w:tcPr>
          <w:p w:rsidR="00737218" w:rsidRPr="001815FC" w:rsidRDefault="00737218" w:rsidP="001815FC">
            <w:pPr>
              <w:spacing w:after="0" w:line="240" w:lineRule="auto"/>
              <w:rPr>
                <w:rFonts w:cs="Calibri"/>
              </w:rPr>
            </w:pPr>
          </w:p>
          <w:p w:rsidR="00737218" w:rsidRPr="001815FC" w:rsidRDefault="00737218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 xml:space="preserve">First, I will carefully understand every </w:t>
            </w:r>
            <w:r w:rsidRPr="001815FC">
              <w:rPr>
                <w:rFonts w:cs="Calibri"/>
                <w:sz w:val="24"/>
                <w:szCs w:val="24"/>
                <w:u w:color="82C42A"/>
              </w:rPr>
              <w:t>concept</w:t>
            </w:r>
            <w:r w:rsidRPr="001815FC">
              <w:rPr>
                <w:rFonts w:cs="Calibri"/>
                <w:sz w:val="24"/>
                <w:szCs w:val="24"/>
              </w:rPr>
              <w:t xml:space="preserve"> of information and situations.</w:t>
            </w:r>
          </w:p>
          <w:p w:rsidR="00737218" w:rsidRPr="001815FC" w:rsidRDefault="00737218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737218" w:rsidRPr="001815FC" w:rsidRDefault="00737218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Next, I will make plans for every activity that I will do. I want all plans to be organized and synchronized.</w:t>
            </w:r>
          </w:p>
          <w:p w:rsidR="00737218" w:rsidRPr="001815FC" w:rsidRDefault="00737218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737218" w:rsidRPr="001815FC" w:rsidRDefault="00737218" w:rsidP="007355F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815FC">
              <w:rPr>
                <w:rFonts w:cs="Calibri"/>
                <w:sz w:val="24"/>
                <w:szCs w:val="24"/>
              </w:rPr>
              <w:t>Third, making back-up plans is a must. In case there are drawbacks, at least, I have the other useful alternative choices to choose.</w:t>
            </w:r>
          </w:p>
          <w:p w:rsidR="00737218" w:rsidRPr="001815FC" w:rsidRDefault="00737218" w:rsidP="001815FC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737218" w:rsidRPr="001815FC" w:rsidRDefault="00737218" w:rsidP="001815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1815FC">
              <w:rPr>
                <w:rFonts w:cs="Calibri"/>
                <w:sz w:val="24"/>
                <w:szCs w:val="24"/>
              </w:rPr>
              <w:t xml:space="preserve">Last but not the least; I will apply all those learning that I’ve learned by putting it on my actions, mind and heart. I know by doing this, it will really help me to become an effective and </w:t>
            </w:r>
            <w:r w:rsidRPr="001815FC">
              <w:rPr>
                <w:rFonts w:cs="Calibri"/>
                <w:sz w:val="24"/>
                <w:szCs w:val="24"/>
                <w:u w:color="82C42A"/>
              </w:rPr>
              <w:t>influential</w:t>
            </w:r>
            <w:r w:rsidRPr="001815FC">
              <w:rPr>
                <w:rFonts w:cs="Calibri"/>
                <w:sz w:val="24"/>
                <w:szCs w:val="24"/>
              </w:rPr>
              <w:t xml:space="preserve"> teacher to the younger ones.</w:t>
            </w:r>
          </w:p>
        </w:tc>
      </w:tr>
    </w:tbl>
    <w:p w:rsidR="00737218" w:rsidRDefault="00737218"/>
    <w:sectPr w:rsidR="00737218" w:rsidSect="00C67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34FA4"/>
    <w:multiLevelType w:val="hybridMultilevel"/>
    <w:tmpl w:val="4A4A50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559"/>
    <w:rsid w:val="001815FC"/>
    <w:rsid w:val="001B6624"/>
    <w:rsid w:val="002B44F2"/>
    <w:rsid w:val="003A54A4"/>
    <w:rsid w:val="00465757"/>
    <w:rsid w:val="004A2AD4"/>
    <w:rsid w:val="00641577"/>
    <w:rsid w:val="00696657"/>
    <w:rsid w:val="006E6829"/>
    <w:rsid w:val="007072D1"/>
    <w:rsid w:val="007355F2"/>
    <w:rsid w:val="00737218"/>
    <w:rsid w:val="0074158D"/>
    <w:rsid w:val="00742084"/>
    <w:rsid w:val="00773080"/>
    <w:rsid w:val="007B623E"/>
    <w:rsid w:val="007D4FC8"/>
    <w:rsid w:val="00916954"/>
    <w:rsid w:val="009E62BA"/>
    <w:rsid w:val="00C34517"/>
    <w:rsid w:val="00C67F31"/>
    <w:rsid w:val="00CA0559"/>
    <w:rsid w:val="00E35D3B"/>
    <w:rsid w:val="00F8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F3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A05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730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224</Words>
  <Characters>1278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Marvin C</dc:title>
  <dc:subject/>
  <dc:creator>Window7</dc:creator>
  <cp:keywords/>
  <dc:description/>
  <cp:lastModifiedBy>Student</cp:lastModifiedBy>
  <cp:revision>2</cp:revision>
  <dcterms:created xsi:type="dcterms:W3CDTF">2012-07-11T12:30:00Z</dcterms:created>
  <dcterms:modified xsi:type="dcterms:W3CDTF">2012-07-11T12:30:00Z</dcterms:modified>
</cp:coreProperties>
</file>